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B9C27" w14:textId="77777777" w:rsidR="006C0D4E" w:rsidRDefault="006C0D4E"/>
    <w:p w14:paraId="0D8B9C28" w14:textId="77777777" w:rsidR="006C0D4E" w:rsidRDefault="006C0D4E"/>
    <w:p w14:paraId="0D8B9C29" w14:textId="77777777" w:rsidR="006C0D4E" w:rsidRDefault="006C0D4E"/>
    <w:p w14:paraId="0D8B9C2A" w14:textId="77777777" w:rsidR="006C0D4E" w:rsidRDefault="006C0D4E"/>
    <w:p w14:paraId="0D8B9C2B" w14:textId="77777777" w:rsidR="006C0D4E" w:rsidRDefault="006C0D4E"/>
    <w:p w14:paraId="0D8B9C2C" w14:textId="77777777" w:rsidR="006C0D4E" w:rsidRDefault="006C0D4E"/>
    <w:p w14:paraId="0D8B9C2D" w14:textId="77777777" w:rsidR="006C0D4E" w:rsidRDefault="006C0D4E"/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36"/>
        <w:gridCol w:w="2977"/>
        <w:gridCol w:w="3726"/>
      </w:tblGrid>
      <w:tr w:rsidR="006C0D4E" w14:paraId="0D8B9C33" w14:textId="77777777" w:rsidTr="00AE2621">
        <w:tc>
          <w:tcPr>
            <w:tcW w:w="9210" w:type="dxa"/>
            <w:gridSpan w:val="4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0D8B9C2E" w14:textId="4745F6B3" w:rsidR="00882BE9" w:rsidRPr="00882BE9" w:rsidRDefault="00C613AF" w:rsidP="00EE0612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mallCaps/>
                <w:sz w:val="28"/>
              </w:rPr>
            </w:pPr>
            <w:r w:rsidRPr="00C613AF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46EDC027" wp14:editId="7CE15926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60960</wp:posOffset>
                  </wp:positionV>
                  <wp:extent cx="2033270" cy="982345"/>
                  <wp:effectExtent l="0" t="0" r="0" b="0"/>
                  <wp:wrapThrough wrapText="bothSides">
                    <wp:wrapPolygon edited="0">
                      <wp:start x="0" y="0"/>
                      <wp:lineTo x="0" y="21363"/>
                      <wp:lineTo x="21452" y="21363"/>
                      <wp:lineTo x="21452" y="0"/>
                      <wp:lineTo x="0" y="0"/>
                    </wp:wrapPolygon>
                  </wp:wrapThrough>
                  <wp:docPr id="2" name="obrázek 2" descr="log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3270" cy="982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54A93D7" w14:textId="2138D931" w:rsidR="00C613AF" w:rsidRPr="00882BE9" w:rsidRDefault="00C613AF" w:rsidP="00C613AF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mallCaps/>
                <w:sz w:val="28"/>
              </w:rPr>
              <w:t>PETR WAGNER</w:t>
            </w:r>
          </w:p>
          <w:p w14:paraId="29168B74" w14:textId="3A115DBD" w:rsidR="00C613AF" w:rsidRPr="00882BE9" w:rsidRDefault="00C613AF" w:rsidP="00C613AF">
            <w:pPr>
              <w:tabs>
                <w:tab w:val="left" w:pos="1701"/>
                <w:tab w:val="left" w:pos="6804"/>
              </w:tabs>
              <w:spacing w:before="120"/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smallCaps/>
                <w:sz w:val="24"/>
                <w:szCs w:val="24"/>
              </w:rPr>
              <w:t>M.J. HUSA Č.P. 539/22</w:t>
            </w:r>
            <w:r w:rsidRPr="00882BE9">
              <w:rPr>
                <w:rFonts w:ascii="Arial" w:hAnsi="Arial" w:cs="Arial"/>
                <w:smallCaps/>
                <w:sz w:val="24"/>
                <w:szCs w:val="24"/>
              </w:rPr>
              <w:t>, 43401 MOST</w:t>
            </w:r>
          </w:p>
          <w:p w14:paraId="60F0ADA4" w14:textId="77777777" w:rsidR="00C613AF" w:rsidRPr="00882BE9" w:rsidRDefault="00C613AF" w:rsidP="00C613AF">
            <w:pPr>
              <w:tabs>
                <w:tab w:val="left" w:pos="1701"/>
                <w:tab w:val="left" w:pos="6804"/>
              </w:tabs>
              <w:spacing w:before="120"/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882BE9">
              <w:rPr>
                <w:rFonts w:ascii="Arial" w:hAnsi="Arial" w:cs="Arial"/>
                <w:smallCaps/>
                <w:sz w:val="24"/>
                <w:szCs w:val="24"/>
              </w:rPr>
              <w:t xml:space="preserve">IČ: </w:t>
            </w:r>
            <w:r>
              <w:rPr>
                <w:rFonts w:ascii="Arial" w:hAnsi="Arial" w:cs="Arial"/>
                <w:smallCaps/>
                <w:sz w:val="24"/>
                <w:szCs w:val="24"/>
              </w:rPr>
              <w:t>87245205</w:t>
            </w:r>
            <w:r w:rsidRPr="00882BE9">
              <w:rPr>
                <w:rFonts w:ascii="Arial" w:hAnsi="Arial" w:cs="Arial"/>
                <w:smallCaps/>
                <w:sz w:val="24"/>
                <w:szCs w:val="24"/>
              </w:rPr>
              <w:t>, DIČ: CZ</w:t>
            </w:r>
            <w:r>
              <w:rPr>
                <w:rFonts w:ascii="Arial" w:hAnsi="Arial" w:cs="Arial"/>
                <w:smallCaps/>
                <w:sz w:val="24"/>
                <w:szCs w:val="24"/>
              </w:rPr>
              <w:t>8303112785</w:t>
            </w:r>
          </w:p>
          <w:p w14:paraId="0D8B9C32" w14:textId="77777777" w:rsidR="00882BE9" w:rsidRPr="00882BE9" w:rsidRDefault="00882BE9" w:rsidP="00EE0612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8C05B7" w14:paraId="0D8B9C38" w14:textId="77777777" w:rsidTr="00AE2621">
        <w:tc>
          <w:tcPr>
            <w:tcW w:w="1771" w:type="dxa"/>
            <w:tcBorders>
              <w:left w:val="double" w:sz="12" w:space="0" w:color="auto"/>
            </w:tcBorders>
          </w:tcPr>
          <w:p w14:paraId="0FD27B53" w14:textId="77777777" w:rsidR="008C05B7" w:rsidRPr="00882BE9" w:rsidRDefault="008C05B7" w:rsidP="008C05B7">
            <w:pPr>
              <w:tabs>
                <w:tab w:val="left" w:pos="1701"/>
                <w:tab w:val="left" w:pos="6804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882BE9">
              <w:rPr>
                <w:rFonts w:ascii="Arial" w:hAnsi="Arial" w:cs="Arial"/>
                <w:b/>
                <w:sz w:val="28"/>
                <w:szCs w:val="28"/>
              </w:rPr>
              <w:tab/>
            </w:r>
          </w:p>
          <w:p w14:paraId="0D8B9C35" w14:textId="18D1D9C0" w:rsidR="008C05B7" w:rsidRPr="00882BE9" w:rsidRDefault="008C05B7" w:rsidP="008C05B7">
            <w:pPr>
              <w:tabs>
                <w:tab w:val="left" w:pos="1701"/>
                <w:tab w:val="left" w:pos="6804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882BE9">
              <w:rPr>
                <w:rFonts w:ascii="Arial" w:hAnsi="Arial" w:cs="Arial"/>
                <w:b/>
                <w:sz w:val="28"/>
                <w:szCs w:val="28"/>
              </w:rPr>
              <w:t>Objednatel:</w:t>
            </w:r>
          </w:p>
        </w:tc>
        <w:tc>
          <w:tcPr>
            <w:tcW w:w="7439" w:type="dxa"/>
            <w:gridSpan w:val="3"/>
            <w:tcBorders>
              <w:left w:val="nil"/>
              <w:right w:val="double" w:sz="12" w:space="0" w:color="auto"/>
            </w:tcBorders>
          </w:tcPr>
          <w:p w14:paraId="459B4FE0" w14:textId="77777777" w:rsidR="008C05B7" w:rsidRPr="00882BE9" w:rsidRDefault="008C05B7" w:rsidP="008C05B7">
            <w:pPr>
              <w:rPr>
                <w:rFonts w:ascii="Arial" w:hAnsi="Arial" w:cs="Arial"/>
                <w:sz w:val="28"/>
                <w:szCs w:val="28"/>
              </w:rPr>
            </w:pPr>
          </w:p>
          <w:p w14:paraId="725415E5" w14:textId="5C2BDF46" w:rsidR="008C05B7" w:rsidRDefault="009D3456" w:rsidP="008C05B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Technické </w:t>
            </w:r>
            <w:r w:rsidR="00726A50">
              <w:rPr>
                <w:rFonts w:ascii="Arial" w:hAnsi="Arial" w:cs="Arial"/>
                <w:sz w:val="28"/>
                <w:szCs w:val="28"/>
              </w:rPr>
              <w:t>služby Města Chomutov</w:t>
            </w:r>
            <w:r w:rsidR="00CF7B19">
              <w:rPr>
                <w:rFonts w:ascii="Arial" w:hAnsi="Arial" w:cs="Arial"/>
                <w:sz w:val="28"/>
                <w:szCs w:val="28"/>
              </w:rPr>
              <w:t>a</w:t>
            </w:r>
            <w:r w:rsidR="008C05B7">
              <w:rPr>
                <w:rFonts w:ascii="Arial" w:hAnsi="Arial" w:cs="Arial"/>
                <w:sz w:val="28"/>
                <w:szCs w:val="28"/>
              </w:rPr>
              <w:t xml:space="preserve">, </w:t>
            </w:r>
          </w:p>
          <w:p w14:paraId="1ED8E403" w14:textId="43CA8C65" w:rsidR="008C05B7" w:rsidRDefault="00CF7B19" w:rsidP="008C05B7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Náměstí 1. Máje 89</w:t>
            </w:r>
            <w:r w:rsidR="008C05B7">
              <w:rPr>
                <w:rFonts w:ascii="Arial" w:hAnsi="Arial" w:cs="Arial"/>
                <w:sz w:val="28"/>
                <w:szCs w:val="28"/>
              </w:rPr>
              <w:t>, 430 01 Chomutov</w:t>
            </w:r>
          </w:p>
          <w:p w14:paraId="0D8B9C37" w14:textId="5989CB22" w:rsidR="008C05B7" w:rsidRPr="00882BE9" w:rsidRDefault="008C05B7" w:rsidP="008C05B7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C05B7" w14:paraId="0D8B9C3B" w14:textId="77777777" w:rsidTr="00DE6159">
        <w:trPr>
          <w:trHeight w:val="80"/>
        </w:trPr>
        <w:tc>
          <w:tcPr>
            <w:tcW w:w="1771" w:type="dxa"/>
            <w:tcBorders>
              <w:left w:val="double" w:sz="12" w:space="0" w:color="auto"/>
            </w:tcBorders>
          </w:tcPr>
          <w:p w14:paraId="0D8B9C39" w14:textId="56ADE409" w:rsidR="008C05B7" w:rsidRPr="00882BE9" w:rsidRDefault="008C05B7" w:rsidP="008C05B7">
            <w:pPr>
              <w:tabs>
                <w:tab w:val="left" w:pos="1418"/>
              </w:tabs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Hlk2171870"/>
            <w:r w:rsidRPr="00882BE9">
              <w:rPr>
                <w:rFonts w:ascii="Arial" w:hAnsi="Arial" w:cs="Arial"/>
                <w:b/>
                <w:sz w:val="28"/>
                <w:szCs w:val="28"/>
              </w:rPr>
              <w:t>Akce:</w:t>
            </w:r>
          </w:p>
        </w:tc>
        <w:tc>
          <w:tcPr>
            <w:tcW w:w="7439" w:type="dxa"/>
            <w:gridSpan w:val="3"/>
            <w:tcBorders>
              <w:left w:val="nil"/>
              <w:right w:val="double" w:sz="12" w:space="0" w:color="auto"/>
            </w:tcBorders>
          </w:tcPr>
          <w:p w14:paraId="613DAA23" w14:textId="45C07DA3" w:rsidR="008C05B7" w:rsidRDefault="008C05B7" w:rsidP="008C05B7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  <w:bookmarkStart w:id="1" w:name="_Hlk39781571"/>
            <w:bookmarkStart w:id="2" w:name="_Hlk209427597"/>
            <w:r>
              <w:rPr>
                <w:rFonts w:ascii="Arial" w:hAnsi="Arial" w:cs="Arial"/>
                <w:sz w:val="28"/>
                <w:szCs w:val="28"/>
              </w:rPr>
              <w:t xml:space="preserve">Rekonstrukce plynové kotelny </w:t>
            </w:r>
            <w:bookmarkEnd w:id="1"/>
            <w:r w:rsidR="00747DA3">
              <w:rPr>
                <w:rFonts w:ascii="Arial" w:hAnsi="Arial" w:cs="Arial"/>
                <w:sz w:val="28"/>
                <w:szCs w:val="28"/>
              </w:rPr>
              <w:t>v areálu T.S. Chomutov</w:t>
            </w:r>
          </w:p>
          <w:p w14:paraId="217DF28E" w14:textId="4D2B8C02" w:rsidR="00747DA3" w:rsidRPr="00882BE9" w:rsidRDefault="00747DA3" w:rsidP="008C05B7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U větrného mlýna č.p. 4605, Chomutov</w:t>
            </w:r>
          </w:p>
          <w:bookmarkEnd w:id="2"/>
          <w:p w14:paraId="0D8B9C3A" w14:textId="68122288" w:rsidR="008C05B7" w:rsidRPr="00882BE9" w:rsidRDefault="008C05B7" w:rsidP="008C05B7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</w:p>
        </w:tc>
      </w:tr>
      <w:bookmarkEnd w:id="0"/>
      <w:tr w:rsidR="006C0D4E" w14:paraId="0D8B9C3E" w14:textId="77777777" w:rsidTr="00AE2621">
        <w:tc>
          <w:tcPr>
            <w:tcW w:w="1771" w:type="dxa"/>
            <w:tcBorders>
              <w:left w:val="double" w:sz="12" w:space="0" w:color="auto"/>
            </w:tcBorders>
          </w:tcPr>
          <w:p w14:paraId="0D8B9C3C" w14:textId="77777777" w:rsidR="006C0D4E" w:rsidRPr="00882BE9" w:rsidRDefault="006C0D4E">
            <w:pPr>
              <w:tabs>
                <w:tab w:val="left" w:pos="1418"/>
              </w:tabs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7439" w:type="dxa"/>
            <w:gridSpan w:val="3"/>
            <w:tcBorders>
              <w:left w:val="nil"/>
              <w:right w:val="double" w:sz="12" w:space="0" w:color="auto"/>
            </w:tcBorders>
          </w:tcPr>
          <w:p w14:paraId="0D8B9C3D" w14:textId="77777777" w:rsidR="00772A42" w:rsidRPr="00882BE9" w:rsidRDefault="00772A42">
            <w:pPr>
              <w:tabs>
                <w:tab w:val="left" w:pos="1418"/>
              </w:tabs>
              <w:rPr>
                <w:rFonts w:ascii="Arial" w:hAnsi="Arial" w:cs="Arial"/>
                <w:b/>
                <w:sz w:val="28"/>
              </w:rPr>
            </w:pPr>
          </w:p>
        </w:tc>
      </w:tr>
      <w:tr w:rsidR="006C0D4E" w14:paraId="0D8B9C41" w14:textId="77777777" w:rsidTr="00AE2621">
        <w:tc>
          <w:tcPr>
            <w:tcW w:w="9210" w:type="dxa"/>
            <w:gridSpan w:val="4"/>
            <w:tcBorders>
              <w:left w:val="double" w:sz="12" w:space="0" w:color="auto"/>
              <w:right w:val="double" w:sz="12" w:space="0" w:color="auto"/>
            </w:tcBorders>
          </w:tcPr>
          <w:p w14:paraId="0D8B9C40" w14:textId="77777777" w:rsidR="00A15BEA" w:rsidRPr="00882BE9" w:rsidRDefault="00A15BEA" w:rsidP="00A15BEA">
            <w:pPr>
              <w:tabs>
                <w:tab w:val="left" w:pos="1418"/>
              </w:tabs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6C0D4E" w14:paraId="0D8B9C45" w14:textId="77777777" w:rsidTr="00AE2621">
        <w:tc>
          <w:tcPr>
            <w:tcW w:w="9210" w:type="dxa"/>
            <w:gridSpan w:val="4"/>
            <w:tcBorders>
              <w:left w:val="double" w:sz="12" w:space="0" w:color="auto"/>
              <w:right w:val="double" w:sz="12" w:space="0" w:color="auto"/>
            </w:tcBorders>
          </w:tcPr>
          <w:p w14:paraId="0D8B9C43" w14:textId="2A159F22" w:rsidR="006C0D4E" w:rsidRPr="00882BE9" w:rsidRDefault="00B40CCA" w:rsidP="003A4E2D">
            <w:pPr>
              <w:pStyle w:val="Nadpis3"/>
              <w:rPr>
                <w:rFonts w:ascii="Arial" w:hAnsi="Arial" w:cs="Arial"/>
              </w:rPr>
            </w:pPr>
            <w:bookmarkStart w:id="3" w:name="_Hlk21301283"/>
            <w:r w:rsidRPr="00882BE9">
              <w:rPr>
                <w:rFonts w:ascii="Arial" w:hAnsi="Arial" w:cs="Arial"/>
              </w:rPr>
              <w:t xml:space="preserve">projektová dokumentace  </w:t>
            </w:r>
            <w:r w:rsidR="00954975" w:rsidRPr="00882BE9">
              <w:rPr>
                <w:rFonts w:ascii="Arial" w:hAnsi="Arial" w:cs="Arial"/>
              </w:rPr>
              <w:br/>
            </w:r>
            <w:r w:rsidR="0085034A">
              <w:rPr>
                <w:rFonts w:ascii="Arial" w:hAnsi="Arial" w:cs="Arial"/>
              </w:rPr>
              <w:t xml:space="preserve">pro </w:t>
            </w:r>
            <w:r w:rsidR="00937548">
              <w:rPr>
                <w:rFonts w:ascii="Arial" w:hAnsi="Arial" w:cs="Arial"/>
              </w:rPr>
              <w:t xml:space="preserve">stavební povolení a provádění </w:t>
            </w:r>
            <w:r w:rsidR="000A7F4E">
              <w:rPr>
                <w:rFonts w:ascii="Arial" w:hAnsi="Arial" w:cs="Arial"/>
              </w:rPr>
              <w:t>stavby</w:t>
            </w:r>
            <w:bookmarkEnd w:id="3"/>
            <w:r w:rsidRPr="00EA2A67">
              <w:rPr>
                <w:rFonts w:ascii="Arial" w:hAnsi="Arial" w:cs="Arial"/>
                <w:sz w:val="28"/>
                <w:szCs w:val="28"/>
              </w:rPr>
              <w:br/>
            </w:r>
            <w:r w:rsidR="005A174C" w:rsidRPr="00882BE9">
              <w:rPr>
                <w:rFonts w:ascii="Arial" w:hAnsi="Arial" w:cs="Arial"/>
              </w:rPr>
              <w:t xml:space="preserve"> </w:t>
            </w:r>
            <w:r w:rsidR="0081011E" w:rsidRPr="00882BE9">
              <w:rPr>
                <w:rFonts w:ascii="Arial" w:hAnsi="Arial" w:cs="Arial"/>
              </w:rPr>
              <w:br/>
            </w:r>
          </w:p>
          <w:p w14:paraId="0D8B9C44" w14:textId="77777777" w:rsidR="006C0D4E" w:rsidRPr="00882BE9" w:rsidRDefault="006C0D4E">
            <w:pPr>
              <w:rPr>
                <w:rFonts w:ascii="Arial" w:hAnsi="Arial" w:cs="Arial"/>
              </w:rPr>
            </w:pPr>
          </w:p>
        </w:tc>
      </w:tr>
      <w:tr w:rsidR="00F475CE" w14:paraId="0D8B9C4C" w14:textId="77777777" w:rsidTr="00AE2621">
        <w:tc>
          <w:tcPr>
            <w:tcW w:w="2507" w:type="dxa"/>
            <w:gridSpan w:val="2"/>
            <w:tcBorders>
              <w:top w:val="double" w:sz="12" w:space="0" w:color="auto"/>
              <w:left w:val="double" w:sz="12" w:space="0" w:color="auto"/>
            </w:tcBorders>
          </w:tcPr>
          <w:p w14:paraId="0D8B9C46" w14:textId="75B02E1D" w:rsidR="00F475CE" w:rsidRPr="00882BE9" w:rsidRDefault="00F475CE" w:rsidP="00F475CE">
            <w:pPr>
              <w:tabs>
                <w:tab w:val="left" w:pos="1701"/>
              </w:tabs>
              <w:spacing w:before="120"/>
              <w:rPr>
                <w:rFonts w:ascii="Arial" w:hAnsi="Arial" w:cs="Arial"/>
                <w:b/>
                <w:sz w:val="28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Vypracoval:</w:t>
            </w:r>
            <w:r w:rsidRPr="00882BE9">
              <w:rPr>
                <w:rFonts w:ascii="Arial" w:hAnsi="Arial" w:cs="Arial"/>
                <w:b/>
                <w:sz w:val="24"/>
              </w:rPr>
              <w:tab/>
            </w:r>
          </w:p>
        </w:tc>
        <w:tc>
          <w:tcPr>
            <w:tcW w:w="2977" w:type="dxa"/>
            <w:tcBorders>
              <w:top w:val="double" w:sz="12" w:space="0" w:color="auto"/>
            </w:tcBorders>
          </w:tcPr>
          <w:p w14:paraId="02E5FF3B" w14:textId="77777777" w:rsidR="00F475CE" w:rsidRPr="00882BE9" w:rsidRDefault="00F475CE" w:rsidP="00F475CE">
            <w:pPr>
              <w:tabs>
                <w:tab w:val="left" w:pos="1701"/>
              </w:tabs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Petr Wagner </w:t>
            </w:r>
          </w:p>
          <w:p w14:paraId="4C7D351A" w14:textId="77777777" w:rsidR="00F475CE" w:rsidRDefault="00F475CE" w:rsidP="00F475CE">
            <w:pPr>
              <w:tabs>
                <w:tab w:val="left" w:pos="1701"/>
              </w:tabs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M.J. Husa 539/22 </w:t>
            </w:r>
          </w:p>
          <w:p w14:paraId="7A6B08E6" w14:textId="77777777" w:rsidR="00F475CE" w:rsidRPr="00882BE9" w:rsidRDefault="00F475CE" w:rsidP="00F475CE">
            <w:pPr>
              <w:tabs>
                <w:tab w:val="left" w:pos="1701"/>
              </w:tabs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43401 Most</w:t>
            </w:r>
          </w:p>
          <w:p w14:paraId="0D8B9C4A" w14:textId="77777777" w:rsidR="00F475CE" w:rsidRPr="00882BE9" w:rsidRDefault="00F475CE" w:rsidP="00F475CE">
            <w:pPr>
              <w:tabs>
                <w:tab w:val="left" w:pos="1701"/>
              </w:tabs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726" w:type="dxa"/>
            <w:tcBorders>
              <w:top w:val="double" w:sz="12" w:space="0" w:color="auto"/>
              <w:right w:val="double" w:sz="12" w:space="0" w:color="auto"/>
            </w:tcBorders>
          </w:tcPr>
          <w:p w14:paraId="0D8B9C4B" w14:textId="11575498" w:rsidR="00F475CE" w:rsidRPr="00882BE9" w:rsidRDefault="00F475CE" w:rsidP="00F475CE">
            <w:pPr>
              <w:spacing w:before="120"/>
              <w:rPr>
                <w:rFonts w:ascii="Arial" w:hAnsi="Arial" w:cs="Arial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 xml:space="preserve">Zakázka č.  </w:t>
            </w:r>
            <w:r>
              <w:rPr>
                <w:rFonts w:ascii="Arial" w:hAnsi="Arial" w:cs="Arial"/>
                <w:b/>
                <w:sz w:val="24"/>
              </w:rPr>
              <w:t>2025P</w:t>
            </w:r>
            <w:r w:rsidR="0055242D">
              <w:rPr>
                <w:rFonts w:ascii="Arial" w:hAnsi="Arial" w:cs="Arial"/>
                <w:b/>
                <w:sz w:val="24"/>
              </w:rPr>
              <w:t>120</w:t>
            </w:r>
          </w:p>
        </w:tc>
      </w:tr>
      <w:tr w:rsidR="00F475CE" w14:paraId="0D8B9C56" w14:textId="77777777" w:rsidTr="00AE2621">
        <w:tc>
          <w:tcPr>
            <w:tcW w:w="2507" w:type="dxa"/>
            <w:gridSpan w:val="2"/>
            <w:tcBorders>
              <w:left w:val="double" w:sz="12" w:space="0" w:color="auto"/>
            </w:tcBorders>
          </w:tcPr>
          <w:p w14:paraId="0D8B9C4D" w14:textId="1B58870E" w:rsidR="00F475CE" w:rsidRPr="00882BE9" w:rsidRDefault="00F475CE" w:rsidP="00F475CE">
            <w:pPr>
              <w:tabs>
                <w:tab w:val="left" w:pos="1701"/>
                <w:tab w:val="left" w:pos="6804"/>
              </w:tabs>
              <w:rPr>
                <w:rFonts w:ascii="Arial" w:hAnsi="Arial" w:cs="Arial"/>
              </w:rPr>
            </w:pPr>
            <w:bookmarkStart w:id="4" w:name="OLE_LINK1"/>
            <w:r w:rsidRPr="00882BE9">
              <w:rPr>
                <w:rFonts w:ascii="Arial" w:hAnsi="Arial" w:cs="Arial"/>
                <w:b/>
                <w:sz w:val="24"/>
              </w:rPr>
              <w:t xml:space="preserve">Most, </w:t>
            </w:r>
            <w:r w:rsidR="00747DA3">
              <w:rPr>
                <w:rFonts w:ascii="Arial" w:hAnsi="Arial" w:cs="Arial"/>
                <w:b/>
                <w:sz w:val="24"/>
              </w:rPr>
              <w:t>srpen</w:t>
            </w:r>
            <w:r>
              <w:rPr>
                <w:rFonts w:ascii="Arial" w:hAnsi="Arial" w:cs="Arial"/>
                <w:b/>
                <w:sz w:val="24"/>
              </w:rPr>
              <w:t xml:space="preserve"> 20</w:t>
            </w:r>
            <w:bookmarkEnd w:id="4"/>
            <w:r>
              <w:rPr>
                <w:rFonts w:ascii="Arial" w:hAnsi="Arial" w:cs="Arial"/>
                <w:b/>
                <w:sz w:val="24"/>
              </w:rPr>
              <w:t>25</w:t>
            </w:r>
          </w:p>
        </w:tc>
        <w:tc>
          <w:tcPr>
            <w:tcW w:w="2977" w:type="dxa"/>
          </w:tcPr>
          <w:p w14:paraId="0D8B9C4E" w14:textId="77777777" w:rsidR="00F475CE" w:rsidRPr="00882BE9" w:rsidRDefault="00F475CE" w:rsidP="00F475CE">
            <w:pPr>
              <w:rPr>
                <w:rFonts w:ascii="Arial" w:hAnsi="Arial" w:cs="Arial"/>
              </w:rPr>
            </w:pPr>
          </w:p>
        </w:tc>
        <w:tc>
          <w:tcPr>
            <w:tcW w:w="3726" w:type="dxa"/>
            <w:tcBorders>
              <w:right w:val="double" w:sz="12" w:space="0" w:color="auto"/>
            </w:tcBorders>
          </w:tcPr>
          <w:p w14:paraId="685792FF" w14:textId="77777777" w:rsidR="00F475CE" w:rsidRPr="00882BE9" w:rsidRDefault="00F475CE" w:rsidP="00F475CE">
            <w:pPr>
              <w:rPr>
                <w:rFonts w:ascii="Arial" w:hAnsi="Arial" w:cs="Arial"/>
                <w:b/>
                <w:sz w:val="24"/>
              </w:rPr>
            </w:pPr>
            <w:proofErr w:type="spellStart"/>
            <w:r w:rsidRPr="00882BE9">
              <w:rPr>
                <w:rFonts w:ascii="Arial" w:hAnsi="Arial" w:cs="Arial"/>
                <w:b/>
                <w:sz w:val="24"/>
              </w:rPr>
              <w:t>Par</w:t>
            </w:r>
            <w:r>
              <w:rPr>
                <w:rFonts w:ascii="Arial" w:hAnsi="Arial" w:cs="Arial"/>
                <w:b/>
                <w:sz w:val="24"/>
              </w:rPr>
              <w:t>é</w:t>
            </w:r>
            <w:proofErr w:type="spellEnd"/>
            <w:r w:rsidRPr="00882BE9">
              <w:rPr>
                <w:rFonts w:ascii="Arial" w:hAnsi="Arial" w:cs="Arial"/>
                <w:b/>
                <w:sz w:val="24"/>
              </w:rPr>
              <w:t xml:space="preserve"> č.:</w:t>
            </w:r>
          </w:p>
          <w:p w14:paraId="02AF3D9F" w14:textId="77777777" w:rsidR="00F475CE" w:rsidRPr="00882BE9" w:rsidRDefault="00F475CE" w:rsidP="00F475CE">
            <w:pPr>
              <w:rPr>
                <w:rFonts w:ascii="Arial" w:hAnsi="Arial" w:cs="Arial"/>
                <w:b/>
                <w:sz w:val="24"/>
              </w:rPr>
            </w:pPr>
          </w:p>
          <w:p w14:paraId="17DBAF57" w14:textId="77777777" w:rsidR="00F475CE" w:rsidRPr="00882BE9" w:rsidRDefault="00F475CE" w:rsidP="00F475CE">
            <w:pPr>
              <w:rPr>
                <w:rFonts w:ascii="Arial" w:hAnsi="Arial" w:cs="Arial"/>
                <w:b/>
                <w:sz w:val="24"/>
              </w:rPr>
            </w:pPr>
          </w:p>
          <w:p w14:paraId="61E26762" w14:textId="77777777" w:rsidR="00F475CE" w:rsidRPr="00882BE9" w:rsidRDefault="00F475CE" w:rsidP="00F475CE">
            <w:pPr>
              <w:rPr>
                <w:rFonts w:ascii="Arial" w:hAnsi="Arial" w:cs="Arial"/>
                <w:b/>
                <w:sz w:val="24"/>
              </w:rPr>
            </w:pPr>
          </w:p>
          <w:p w14:paraId="45A51615" w14:textId="77777777" w:rsidR="00F475CE" w:rsidRPr="00882BE9" w:rsidRDefault="00F475CE" w:rsidP="00F475CE">
            <w:pPr>
              <w:rPr>
                <w:rFonts w:ascii="Arial" w:hAnsi="Arial" w:cs="Arial"/>
                <w:b/>
                <w:sz w:val="24"/>
              </w:rPr>
            </w:pPr>
          </w:p>
          <w:p w14:paraId="694D0AA7" w14:textId="77777777" w:rsidR="00F475CE" w:rsidRPr="00882BE9" w:rsidRDefault="00F475CE" w:rsidP="00F475CE">
            <w:pPr>
              <w:rPr>
                <w:rFonts w:ascii="Arial" w:hAnsi="Arial" w:cs="Arial"/>
                <w:b/>
                <w:sz w:val="24"/>
              </w:rPr>
            </w:pPr>
          </w:p>
          <w:p w14:paraId="0D8B9C55" w14:textId="77777777" w:rsidR="00F475CE" w:rsidRPr="00882BE9" w:rsidRDefault="00F475CE" w:rsidP="00F475CE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6C0D4E" w14:paraId="0D8B9C5A" w14:textId="77777777" w:rsidTr="00AE2621">
        <w:tc>
          <w:tcPr>
            <w:tcW w:w="2507" w:type="dxa"/>
            <w:gridSpan w:val="2"/>
            <w:tcBorders>
              <w:left w:val="double" w:sz="12" w:space="0" w:color="auto"/>
              <w:bottom w:val="double" w:sz="12" w:space="0" w:color="auto"/>
            </w:tcBorders>
          </w:tcPr>
          <w:p w14:paraId="0D8B9C57" w14:textId="77777777" w:rsidR="006C0D4E" w:rsidRDefault="006C0D4E"/>
        </w:tc>
        <w:tc>
          <w:tcPr>
            <w:tcW w:w="2977" w:type="dxa"/>
            <w:tcBorders>
              <w:bottom w:val="double" w:sz="12" w:space="0" w:color="auto"/>
            </w:tcBorders>
          </w:tcPr>
          <w:p w14:paraId="0D8B9C58" w14:textId="77777777" w:rsidR="006C0D4E" w:rsidRDefault="006C0D4E"/>
        </w:tc>
        <w:tc>
          <w:tcPr>
            <w:tcW w:w="3726" w:type="dxa"/>
            <w:tcBorders>
              <w:bottom w:val="double" w:sz="12" w:space="0" w:color="auto"/>
              <w:right w:val="double" w:sz="12" w:space="0" w:color="auto"/>
            </w:tcBorders>
          </w:tcPr>
          <w:p w14:paraId="0D8B9C59" w14:textId="77777777" w:rsidR="00882BE9" w:rsidRDefault="00882BE9"/>
        </w:tc>
      </w:tr>
    </w:tbl>
    <w:p w14:paraId="0D8B9C5B" w14:textId="77777777" w:rsidR="004A2E5C" w:rsidRDefault="004A2E5C"/>
    <w:p w14:paraId="0D8B9C5C" w14:textId="77777777" w:rsidR="00DB6DC4" w:rsidRDefault="00DB6DC4"/>
    <w:p w14:paraId="0D8B9C5D" w14:textId="77777777" w:rsidR="0043489F" w:rsidRDefault="0043489F"/>
    <w:p w14:paraId="0D8B9C5E" w14:textId="77777777" w:rsidR="0043489F" w:rsidRDefault="0043489F"/>
    <w:p w14:paraId="0D8B9C5F" w14:textId="060E9694" w:rsidR="00C52823" w:rsidRDefault="00C52823" w:rsidP="00DB6DC4">
      <w:pPr>
        <w:rPr>
          <w:sz w:val="28"/>
        </w:rPr>
      </w:pPr>
    </w:p>
    <w:p w14:paraId="78B36E99" w14:textId="16A6E4B0" w:rsidR="00282CA2" w:rsidRDefault="00282CA2" w:rsidP="00DB6DC4">
      <w:pPr>
        <w:rPr>
          <w:sz w:val="28"/>
        </w:rPr>
      </w:pPr>
    </w:p>
    <w:p w14:paraId="1B9FE638" w14:textId="77777777" w:rsidR="00282CA2" w:rsidRDefault="00282CA2" w:rsidP="00DB6DC4">
      <w:pPr>
        <w:rPr>
          <w:sz w:val="28"/>
        </w:rPr>
      </w:pPr>
    </w:p>
    <w:p w14:paraId="0D8B9C60" w14:textId="77777777" w:rsidR="00C52823" w:rsidRDefault="00C52823" w:rsidP="00DB6DC4">
      <w:pPr>
        <w:rPr>
          <w:sz w:val="28"/>
        </w:rPr>
      </w:pPr>
    </w:p>
    <w:p w14:paraId="0B4AF2F7" w14:textId="77777777" w:rsidR="0055242D" w:rsidRDefault="0055242D" w:rsidP="0055242D">
      <w:pPr>
        <w:rPr>
          <w:sz w:val="24"/>
          <w:szCs w:val="24"/>
        </w:rPr>
      </w:pPr>
      <w:bookmarkStart w:id="5" w:name="_Hlk21343235"/>
      <w:bookmarkStart w:id="6" w:name="_Hlk40438175"/>
    </w:p>
    <w:p w14:paraId="62E84F44" w14:textId="1FAEADB6" w:rsidR="0055242D" w:rsidRPr="0055242D" w:rsidRDefault="0055242D" w:rsidP="0055242D">
      <w:pPr>
        <w:rPr>
          <w:sz w:val="24"/>
          <w:szCs w:val="24"/>
        </w:rPr>
      </w:pPr>
      <w:r w:rsidRPr="0055242D">
        <w:rPr>
          <w:sz w:val="24"/>
          <w:szCs w:val="24"/>
        </w:rPr>
        <w:t>Rekonstrukce plynové kotelny v areálu T.S. Chomutov</w:t>
      </w:r>
      <w:r>
        <w:rPr>
          <w:sz w:val="24"/>
          <w:szCs w:val="24"/>
        </w:rPr>
        <w:t xml:space="preserve"> </w:t>
      </w:r>
      <w:r w:rsidRPr="0055242D">
        <w:rPr>
          <w:sz w:val="24"/>
          <w:szCs w:val="24"/>
        </w:rPr>
        <w:t>U větrného mlýna č.p. 4605, Chomutov</w:t>
      </w:r>
    </w:p>
    <w:p w14:paraId="02285C39" w14:textId="77777777" w:rsidR="001B5E4D" w:rsidRDefault="001B5E4D" w:rsidP="001B5E4D">
      <w:pPr>
        <w:rPr>
          <w:sz w:val="24"/>
          <w:szCs w:val="24"/>
        </w:rPr>
      </w:pPr>
    </w:p>
    <w:p w14:paraId="0D8B9C6D" w14:textId="12E257FE" w:rsidR="00DB6DC4" w:rsidRPr="00C67B3D" w:rsidRDefault="00CF411B" w:rsidP="00DB6DC4">
      <w:pPr>
        <w:rPr>
          <w:sz w:val="24"/>
          <w:szCs w:val="18"/>
        </w:rPr>
      </w:pPr>
      <w:r w:rsidRPr="00C67B3D">
        <w:rPr>
          <w:sz w:val="24"/>
          <w:szCs w:val="18"/>
        </w:rPr>
        <w:t>projektová dokumentace</w:t>
      </w:r>
      <w:r w:rsidR="005E3E2D" w:rsidRPr="00C67B3D">
        <w:rPr>
          <w:sz w:val="24"/>
          <w:szCs w:val="18"/>
        </w:rPr>
        <w:t xml:space="preserve"> </w:t>
      </w:r>
      <w:r w:rsidR="0096782E" w:rsidRPr="00C67B3D">
        <w:rPr>
          <w:sz w:val="24"/>
          <w:szCs w:val="18"/>
        </w:rPr>
        <w:t xml:space="preserve">pro </w:t>
      </w:r>
      <w:r w:rsidRPr="00C67B3D">
        <w:rPr>
          <w:sz w:val="24"/>
          <w:szCs w:val="18"/>
        </w:rPr>
        <w:t xml:space="preserve">provádění stavby </w:t>
      </w:r>
    </w:p>
    <w:bookmarkEnd w:id="5"/>
    <w:bookmarkEnd w:id="6"/>
    <w:p w14:paraId="2F300F3F" w14:textId="77777777" w:rsidR="00CF411B" w:rsidRDefault="00CF411B" w:rsidP="00DB6DC4">
      <w:pPr>
        <w:rPr>
          <w:sz w:val="28"/>
        </w:rPr>
      </w:pPr>
    </w:p>
    <w:p w14:paraId="166259CE" w14:textId="77777777" w:rsidR="008A6253" w:rsidRDefault="008A6253" w:rsidP="00C52823">
      <w:pPr>
        <w:rPr>
          <w:sz w:val="28"/>
        </w:rPr>
      </w:pPr>
    </w:p>
    <w:p w14:paraId="0D8B9C6F" w14:textId="630A1F5F" w:rsidR="00C52823" w:rsidRDefault="00C52823" w:rsidP="00C52823">
      <w:pPr>
        <w:rPr>
          <w:sz w:val="28"/>
        </w:rPr>
      </w:pPr>
      <w:r w:rsidRPr="004A2E5C">
        <w:rPr>
          <w:sz w:val="28"/>
        </w:rPr>
        <w:t>O b s a h:</w:t>
      </w:r>
    </w:p>
    <w:p w14:paraId="0D8B9C70" w14:textId="77777777" w:rsidR="00C52823" w:rsidRDefault="00C52823" w:rsidP="00C52823">
      <w:pPr>
        <w:rPr>
          <w:sz w:val="28"/>
        </w:rPr>
      </w:pPr>
    </w:p>
    <w:p w14:paraId="0D8B9C72" w14:textId="6B241425" w:rsidR="00C52823" w:rsidRDefault="00C52823" w:rsidP="00C52823">
      <w:pPr>
        <w:tabs>
          <w:tab w:val="left" w:pos="284"/>
          <w:tab w:val="left" w:pos="567"/>
        </w:tabs>
        <w:spacing w:line="300" w:lineRule="atLeast"/>
        <w:rPr>
          <w:sz w:val="24"/>
          <w:szCs w:val="24"/>
        </w:rPr>
      </w:pPr>
      <w:r w:rsidRPr="00A15BEA">
        <w:rPr>
          <w:sz w:val="24"/>
          <w:szCs w:val="24"/>
        </w:rPr>
        <w:t xml:space="preserve">A </w:t>
      </w:r>
      <w:r>
        <w:rPr>
          <w:sz w:val="24"/>
          <w:szCs w:val="24"/>
        </w:rPr>
        <w:tab/>
        <w:t>-</w:t>
      </w:r>
      <w:r w:rsidRPr="00A15BEA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A15BEA">
        <w:rPr>
          <w:sz w:val="24"/>
          <w:szCs w:val="24"/>
        </w:rPr>
        <w:t xml:space="preserve">Průvodní </w:t>
      </w:r>
      <w:r w:rsidR="009D3456">
        <w:rPr>
          <w:sz w:val="24"/>
          <w:szCs w:val="24"/>
        </w:rPr>
        <w:t>list</w:t>
      </w:r>
    </w:p>
    <w:p w14:paraId="0D8B9C73" w14:textId="77777777" w:rsidR="00C52823" w:rsidRDefault="00C52823" w:rsidP="00C52823">
      <w:pPr>
        <w:tabs>
          <w:tab w:val="left" w:pos="284"/>
          <w:tab w:val="left" w:pos="567"/>
        </w:tabs>
        <w:spacing w:line="300" w:lineRule="atLeast"/>
        <w:rPr>
          <w:sz w:val="24"/>
          <w:szCs w:val="24"/>
        </w:rPr>
      </w:pPr>
      <w:r>
        <w:rPr>
          <w:sz w:val="24"/>
          <w:szCs w:val="24"/>
        </w:rPr>
        <w:t>B</w:t>
      </w:r>
      <w:r>
        <w:rPr>
          <w:sz w:val="24"/>
          <w:szCs w:val="24"/>
        </w:rPr>
        <w:tab/>
        <w:t xml:space="preserve">- </w:t>
      </w:r>
      <w:r>
        <w:rPr>
          <w:sz w:val="24"/>
          <w:szCs w:val="24"/>
        </w:rPr>
        <w:tab/>
        <w:t>Souhrnná technická zpráva</w:t>
      </w:r>
    </w:p>
    <w:p w14:paraId="0D8B9C74" w14:textId="77777777" w:rsidR="00C52823" w:rsidRDefault="00C52823" w:rsidP="00C52823">
      <w:pPr>
        <w:tabs>
          <w:tab w:val="left" w:pos="284"/>
          <w:tab w:val="left" w:pos="567"/>
        </w:tabs>
        <w:spacing w:line="300" w:lineRule="atLeast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sz w:val="24"/>
          <w:szCs w:val="24"/>
        </w:rPr>
        <w:tab/>
        <w:t xml:space="preserve">- </w:t>
      </w:r>
      <w:r>
        <w:rPr>
          <w:sz w:val="24"/>
          <w:szCs w:val="24"/>
        </w:rPr>
        <w:tab/>
        <w:t xml:space="preserve">Situace </w:t>
      </w:r>
    </w:p>
    <w:p w14:paraId="0D8B9C75" w14:textId="72091EF9" w:rsidR="00C52823" w:rsidRDefault="00C52823" w:rsidP="00C52823">
      <w:pPr>
        <w:tabs>
          <w:tab w:val="left" w:pos="284"/>
          <w:tab w:val="left" w:pos="567"/>
        </w:tabs>
        <w:spacing w:line="3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Výkres č.: </w:t>
      </w:r>
      <w:r>
        <w:rPr>
          <w:sz w:val="24"/>
          <w:szCs w:val="24"/>
        </w:rPr>
        <w:tab/>
      </w:r>
      <w:r w:rsidR="003A4E2D">
        <w:rPr>
          <w:sz w:val="24"/>
          <w:szCs w:val="24"/>
        </w:rPr>
        <w:t>P</w:t>
      </w:r>
      <w:r w:rsidR="0026468B">
        <w:rPr>
          <w:sz w:val="24"/>
          <w:szCs w:val="24"/>
        </w:rPr>
        <w:t>1</w:t>
      </w:r>
      <w:r w:rsidR="0055242D">
        <w:rPr>
          <w:sz w:val="24"/>
          <w:szCs w:val="24"/>
        </w:rPr>
        <w:t>20</w:t>
      </w:r>
      <w:r>
        <w:rPr>
          <w:sz w:val="24"/>
          <w:szCs w:val="24"/>
        </w:rPr>
        <w:t>-</w:t>
      </w:r>
      <w:r w:rsidR="00E13A1E">
        <w:rPr>
          <w:sz w:val="24"/>
          <w:szCs w:val="24"/>
        </w:rPr>
        <w:t>C-</w:t>
      </w:r>
      <w:r>
        <w:rPr>
          <w:sz w:val="24"/>
          <w:szCs w:val="24"/>
        </w:rPr>
        <w:t>01</w:t>
      </w:r>
      <w:r>
        <w:rPr>
          <w:sz w:val="24"/>
          <w:szCs w:val="24"/>
        </w:rPr>
        <w:tab/>
      </w:r>
      <w:r w:rsidR="00D65DC4">
        <w:rPr>
          <w:sz w:val="24"/>
          <w:szCs w:val="24"/>
        </w:rPr>
        <w:t>Situace – Katastrální</w:t>
      </w:r>
      <w:r>
        <w:rPr>
          <w:sz w:val="24"/>
          <w:szCs w:val="24"/>
        </w:rPr>
        <w:t xml:space="preserve"> mapa</w:t>
      </w:r>
      <w:r w:rsidR="001F23E1">
        <w:rPr>
          <w:sz w:val="24"/>
          <w:szCs w:val="24"/>
        </w:rPr>
        <w:t xml:space="preserve"> 1:1000</w:t>
      </w:r>
    </w:p>
    <w:p w14:paraId="1E0156EE" w14:textId="6EBD3733" w:rsidR="0096782E" w:rsidRDefault="0096782E" w:rsidP="00CF411B">
      <w:pPr>
        <w:tabs>
          <w:tab w:val="left" w:pos="284"/>
          <w:tab w:val="left" w:pos="567"/>
        </w:tabs>
        <w:spacing w:line="300" w:lineRule="atLeast"/>
        <w:rPr>
          <w:sz w:val="24"/>
          <w:szCs w:val="24"/>
        </w:rPr>
      </w:pPr>
      <w:r>
        <w:rPr>
          <w:sz w:val="24"/>
          <w:szCs w:val="24"/>
        </w:rPr>
        <w:t>D1.3 Požárně bezpečnostní řešení</w:t>
      </w:r>
    </w:p>
    <w:p w14:paraId="1E173E19" w14:textId="1ABB68FA" w:rsidR="00CF411B" w:rsidRDefault="00CF411B" w:rsidP="00CF411B">
      <w:pPr>
        <w:tabs>
          <w:tab w:val="left" w:pos="284"/>
          <w:tab w:val="left" w:pos="567"/>
        </w:tabs>
        <w:spacing w:line="300" w:lineRule="atLeast"/>
        <w:rPr>
          <w:sz w:val="24"/>
          <w:szCs w:val="24"/>
        </w:rPr>
      </w:pPr>
      <w:r>
        <w:rPr>
          <w:sz w:val="24"/>
          <w:szCs w:val="24"/>
        </w:rPr>
        <w:t>D</w:t>
      </w:r>
      <w:r w:rsidR="00351F91">
        <w:rPr>
          <w:sz w:val="24"/>
          <w:szCs w:val="24"/>
        </w:rPr>
        <w:t>.</w:t>
      </w:r>
      <w:r>
        <w:rPr>
          <w:sz w:val="24"/>
          <w:szCs w:val="24"/>
        </w:rPr>
        <w:t>1.4.2</w:t>
      </w:r>
      <w:r w:rsidR="00351F91">
        <w:rPr>
          <w:sz w:val="24"/>
          <w:szCs w:val="24"/>
        </w:rPr>
        <w:t xml:space="preserve"> </w:t>
      </w:r>
      <w:r>
        <w:rPr>
          <w:sz w:val="24"/>
          <w:szCs w:val="24"/>
        </w:rPr>
        <w:t>- Plynová odběrná zařízení</w:t>
      </w:r>
    </w:p>
    <w:p w14:paraId="7CB5FE40" w14:textId="18AA3709" w:rsidR="00CF411B" w:rsidRDefault="00CF411B" w:rsidP="00CF411B">
      <w:pPr>
        <w:tabs>
          <w:tab w:val="left" w:pos="284"/>
          <w:tab w:val="left" w:pos="567"/>
        </w:tabs>
        <w:spacing w:line="300" w:lineRule="atLeast"/>
        <w:rPr>
          <w:sz w:val="24"/>
          <w:szCs w:val="24"/>
        </w:rPr>
      </w:pPr>
      <w:r>
        <w:rPr>
          <w:sz w:val="24"/>
          <w:szCs w:val="24"/>
        </w:rPr>
        <w:t>D</w:t>
      </w:r>
      <w:r w:rsidR="00351F91">
        <w:rPr>
          <w:sz w:val="24"/>
          <w:szCs w:val="24"/>
        </w:rPr>
        <w:t>.</w:t>
      </w:r>
      <w:r>
        <w:rPr>
          <w:sz w:val="24"/>
          <w:szCs w:val="24"/>
        </w:rPr>
        <w:t>1.4.4</w:t>
      </w:r>
      <w:r w:rsidR="00351F91">
        <w:rPr>
          <w:sz w:val="24"/>
          <w:szCs w:val="24"/>
        </w:rPr>
        <w:t xml:space="preserve"> </w:t>
      </w:r>
      <w:r>
        <w:rPr>
          <w:sz w:val="24"/>
          <w:szCs w:val="24"/>
        </w:rPr>
        <w:t>- Zařízení pro vytápění staveb</w:t>
      </w:r>
    </w:p>
    <w:p w14:paraId="6CE7CDCA" w14:textId="77777777" w:rsidR="00CF411B" w:rsidRDefault="00CF411B" w:rsidP="00CF411B">
      <w:pPr>
        <w:tabs>
          <w:tab w:val="left" w:pos="284"/>
          <w:tab w:val="left" w:pos="567"/>
        </w:tabs>
        <w:spacing w:line="300" w:lineRule="atLeast"/>
        <w:rPr>
          <w:sz w:val="24"/>
          <w:szCs w:val="24"/>
        </w:rPr>
      </w:pPr>
      <w:r>
        <w:rPr>
          <w:sz w:val="24"/>
          <w:szCs w:val="24"/>
        </w:rPr>
        <w:t>E -   ZOV</w:t>
      </w:r>
    </w:p>
    <w:p w14:paraId="13CEB7FF" w14:textId="031C4C0F" w:rsidR="00CF411B" w:rsidRDefault="00CF411B" w:rsidP="00CF411B">
      <w:pPr>
        <w:tabs>
          <w:tab w:val="left" w:pos="284"/>
          <w:tab w:val="left" w:pos="567"/>
        </w:tabs>
        <w:spacing w:line="300" w:lineRule="atLeast"/>
        <w:rPr>
          <w:sz w:val="24"/>
          <w:szCs w:val="24"/>
        </w:rPr>
      </w:pPr>
      <w:r>
        <w:rPr>
          <w:sz w:val="24"/>
          <w:szCs w:val="24"/>
        </w:rPr>
        <w:t>F – Souhrnný rozpočet</w:t>
      </w:r>
    </w:p>
    <w:p w14:paraId="3B1A356E" w14:textId="77808B55" w:rsidR="00CF411B" w:rsidRDefault="00CF411B" w:rsidP="00CF411B">
      <w:pPr>
        <w:tabs>
          <w:tab w:val="left" w:pos="284"/>
          <w:tab w:val="left" w:pos="567"/>
        </w:tabs>
        <w:spacing w:line="300" w:lineRule="atLeast"/>
        <w:rPr>
          <w:sz w:val="24"/>
          <w:szCs w:val="24"/>
        </w:rPr>
      </w:pPr>
    </w:p>
    <w:p w14:paraId="196E3BEF" w14:textId="34FE03A3" w:rsidR="00CF411B" w:rsidRDefault="00CF411B" w:rsidP="00CF411B">
      <w:pPr>
        <w:tabs>
          <w:tab w:val="left" w:pos="284"/>
          <w:tab w:val="left" w:pos="567"/>
        </w:tabs>
        <w:spacing w:line="300" w:lineRule="atLeast"/>
        <w:rPr>
          <w:sz w:val="24"/>
          <w:szCs w:val="24"/>
        </w:rPr>
      </w:pPr>
    </w:p>
    <w:p w14:paraId="303AC210" w14:textId="5933B215" w:rsidR="007F0C27" w:rsidRDefault="007F0C27" w:rsidP="00CF411B">
      <w:pPr>
        <w:tabs>
          <w:tab w:val="left" w:pos="284"/>
          <w:tab w:val="left" w:pos="567"/>
        </w:tabs>
        <w:spacing w:line="300" w:lineRule="atLeast"/>
        <w:rPr>
          <w:sz w:val="24"/>
          <w:szCs w:val="24"/>
        </w:rPr>
      </w:pPr>
    </w:p>
    <w:p w14:paraId="08C3AF63" w14:textId="562C18C5" w:rsidR="007F0C27" w:rsidRDefault="007F0C27" w:rsidP="00CF411B">
      <w:pPr>
        <w:tabs>
          <w:tab w:val="left" w:pos="284"/>
          <w:tab w:val="left" w:pos="567"/>
        </w:tabs>
        <w:spacing w:line="300" w:lineRule="atLeast"/>
        <w:rPr>
          <w:sz w:val="24"/>
          <w:szCs w:val="24"/>
        </w:rPr>
      </w:pPr>
    </w:p>
    <w:p w14:paraId="74BF130F" w14:textId="614B09F4" w:rsidR="007F0C27" w:rsidRDefault="007F0C27" w:rsidP="00CF411B">
      <w:pPr>
        <w:tabs>
          <w:tab w:val="left" w:pos="284"/>
          <w:tab w:val="left" w:pos="567"/>
        </w:tabs>
        <w:spacing w:line="300" w:lineRule="atLeast"/>
        <w:rPr>
          <w:sz w:val="24"/>
          <w:szCs w:val="24"/>
        </w:rPr>
      </w:pPr>
    </w:p>
    <w:p w14:paraId="44C99D52" w14:textId="77777777" w:rsidR="0055242D" w:rsidRDefault="0055242D" w:rsidP="00CF411B">
      <w:pPr>
        <w:tabs>
          <w:tab w:val="left" w:pos="284"/>
          <w:tab w:val="left" w:pos="567"/>
        </w:tabs>
        <w:spacing w:line="300" w:lineRule="atLeast"/>
        <w:rPr>
          <w:sz w:val="24"/>
          <w:szCs w:val="24"/>
        </w:rPr>
      </w:pPr>
    </w:p>
    <w:p w14:paraId="7F5CA18D" w14:textId="77777777" w:rsidR="0055242D" w:rsidRDefault="0055242D" w:rsidP="00CF411B">
      <w:pPr>
        <w:tabs>
          <w:tab w:val="left" w:pos="284"/>
          <w:tab w:val="left" w:pos="567"/>
        </w:tabs>
        <w:spacing w:line="300" w:lineRule="atLeast"/>
        <w:rPr>
          <w:sz w:val="24"/>
          <w:szCs w:val="24"/>
        </w:rPr>
      </w:pPr>
    </w:p>
    <w:p w14:paraId="11413FAF" w14:textId="77777777" w:rsidR="0055242D" w:rsidRDefault="0055242D" w:rsidP="0055242D">
      <w:pPr>
        <w:rPr>
          <w:sz w:val="28"/>
        </w:rPr>
      </w:pPr>
    </w:p>
    <w:p w14:paraId="0F34D440" w14:textId="77777777" w:rsidR="0055242D" w:rsidRPr="0055242D" w:rsidRDefault="0055242D" w:rsidP="0055242D">
      <w:pPr>
        <w:rPr>
          <w:sz w:val="24"/>
          <w:szCs w:val="24"/>
        </w:rPr>
      </w:pPr>
      <w:r w:rsidRPr="0055242D">
        <w:rPr>
          <w:sz w:val="24"/>
          <w:szCs w:val="24"/>
        </w:rPr>
        <w:t>Rekonstrukce plynové kotelny v areálu T.S. Chomutov</w:t>
      </w:r>
      <w:r>
        <w:rPr>
          <w:sz w:val="24"/>
          <w:szCs w:val="24"/>
        </w:rPr>
        <w:t xml:space="preserve"> </w:t>
      </w:r>
      <w:r w:rsidRPr="0055242D">
        <w:rPr>
          <w:sz w:val="24"/>
          <w:szCs w:val="24"/>
        </w:rPr>
        <w:t>U větrného mlýna č.p. 4605, Chomutov</w:t>
      </w:r>
    </w:p>
    <w:p w14:paraId="1BF1485C" w14:textId="77777777" w:rsidR="001B5E4D" w:rsidRDefault="001B5E4D" w:rsidP="001B5E4D">
      <w:pPr>
        <w:rPr>
          <w:sz w:val="24"/>
          <w:szCs w:val="24"/>
        </w:rPr>
      </w:pPr>
    </w:p>
    <w:p w14:paraId="6E4CC4F0" w14:textId="77777777" w:rsidR="00282CA2" w:rsidRPr="00C67B3D" w:rsidRDefault="00282CA2" w:rsidP="00282CA2">
      <w:pPr>
        <w:rPr>
          <w:sz w:val="24"/>
          <w:szCs w:val="18"/>
        </w:rPr>
      </w:pPr>
      <w:r w:rsidRPr="00C67B3D">
        <w:rPr>
          <w:sz w:val="24"/>
          <w:szCs w:val="18"/>
        </w:rPr>
        <w:t xml:space="preserve">projektová dokumentace pro stavební povolení a pro provádění stavby </w:t>
      </w:r>
    </w:p>
    <w:p w14:paraId="122C12F7" w14:textId="77777777" w:rsidR="00282CA2" w:rsidRDefault="00282CA2" w:rsidP="00282CA2">
      <w:pPr>
        <w:rPr>
          <w:sz w:val="28"/>
        </w:rPr>
      </w:pPr>
    </w:p>
    <w:p w14:paraId="3FE0573C" w14:textId="77777777" w:rsidR="00282CA2" w:rsidRDefault="00282CA2" w:rsidP="00282CA2">
      <w:pPr>
        <w:rPr>
          <w:sz w:val="28"/>
        </w:rPr>
      </w:pPr>
    </w:p>
    <w:p w14:paraId="1C7F79E8" w14:textId="77777777" w:rsidR="00282CA2" w:rsidRDefault="00282CA2" w:rsidP="00282CA2">
      <w:pPr>
        <w:rPr>
          <w:sz w:val="28"/>
        </w:rPr>
      </w:pPr>
      <w:r w:rsidRPr="004A2E5C">
        <w:rPr>
          <w:sz w:val="28"/>
        </w:rPr>
        <w:t>O b s a h:</w:t>
      </w:r>
    </w:p>
    <w:p w14:paraId="61747C57" w14:textId="77777777" w:rsidR="00282CA2" w:rsidRDefault="00282CA2" w:rsidP="00282CA2">
      <w:pPr>
        <w:rPr>
          <w:sz w:val="28"/>
        </w:rPr>
      </w:pPr>
    </w:p>
    <w:p w14:paraId="4CD30540" w14:textId="583E8F8C" w:rsidR="00282CA2" w:rsidRDefault="00282CA2" w:rsidP="00282CA2">
      <w:pPr>
        <w:tabs>
          <w:tab w:val="left" w:pos="284"/>
          <w:tab w:val="left" w:pos="567"/>
        </w:tabs>
        <w:spacing w:line="300" w:lineRule="atLeast"/>
        <w:rPr>
          <w:sz w:val="24"/>
          <w:szCs w:val="24"/>
        </w:rPr>
      </w:pPr>
      <w:r w:rsidRPr="00A15BEA">
        <w:rPr>
          <w:sz w:val="24"/>
          <w:szCs w:val="24"/>
        </w:rPr>
        <w:t xml:space="preserve">A </w:t>
      </w:r>
      <w:r>
        <w:rPr>
          <w:sz w:val="24"/>
          <w:szCs w:val="24"/>
        </w:rPr>
        <w:tab/>
        <w:t>-</w:t>
      </w:r>
      <w:r w:rsidRPr="00A15BEA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A15BEA">
        <w:rPr>
          <w:sz w:val="24"/>
          <w:szCs w:val="24"/>
        </w:rPr>
        <w:t xml:space="preserve">Průvodní </w:t>
      </w:r>
      <w:r w:rsidR="009D3456">
        <w:rPr>
          <w:sz w:val="24"/>
          <w:szCs w:val="24"/>
        </w:rPr>
        <w:t>list</w:t>
      </w:r>
    </w:p>
    <w:p w14:paraId="567D3473" w14:textId="77777777" w:rsidR="00282CA2" w:rsidRDefault="00282CA2" w:rsidP="00282CA2">
      <w:pPr>
        <w:tabs>
          <w:tab w:val="left" w:pos="284"/>
          <w:tab w:val="left" w:pos="567"/>
        </w:tabs>
        <w:spacing w:line="300" w:lineRule="atLeast"/>
        <w:rPr>
          <w:sz w:val="24"/>
          <w:szCs w:val="24"/>
        </w:rPr>
      </w:pPr>
      <w:r>
        <w:rPr>
          <w:sz w:val="24"/>
          <w:szCs w:val="24"/>
        </w:rPr>
        <w:t>B</w:t>
      </w:r>
      <w:r>
        <w:rPr>
          <w:sz w:val="24"/>
          <w:szCs w:val="24"/>
        </w:rPr>
        <w:tab/>
        <w:t xml:space="preserve">- </w:t>
      </w:r>
      <w:r>
        <w:rPr>
          <w:sz w:val="24"/>
          <w:szCs w:val="24"/>
        </w:rPr>
        <w:tab/>
        <w:t>Souhrnná technická zpráva</w:t>
      </w:r>
    </w:p>
    <w:p w14:paraId="1C521591" w14:textId="77777777" w:rsidR="00282CA2" w:rsidRDefault="00282CA2" w:rsidP="00282CA2">
      <w:pPr>
        <w:tabs>
          <w:tab w:val="left" w:pos="284"/>
          <w:tab w:val="left" w:pos="567"/>
        </w:tabs>
        <w:spacing w:line="300" w:lineRule="atLeast"/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sz w:val="24"/>
          <w:szCs w:val="24"/>
        </w:rPr>
        <w:tab/>
        <w:t xml:space="preserve">- </w:t>
      </w:r>
      <w:r>
        <w:rPr>
          <w:sz w:val="24"/>
          <w:szCs w:val="24"/>
        </w:rPr>
        <w:tab/>
        <w:t xml:space="preserve">Situace </w:t>
      </w:r>
    </w:p>
    <w:p w14:paraId="141223D6" w14:textId="1362332C" w:rsidR="00282CA2" w:rsidRDefault="00282CA2" w:rsidP="00282CA2">
      <w:pPr>
        <w:tabs>
          <w:tab w:val="left" w:pos="284"/>
          <w:tab w:val="left" w:pos="567"/>
        </w:tabs>
        <w:spacing w:line="30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Výkres č.: </w:t>
      </w:r>
      <w:r>
        <w:rPr>
          <w:sz w:val="24"/>
          <w:szCs w:val="24"/>
        </w:rPr>
        <w:tab/>
        <w:t>P</w:t>
      </w:r>
      <w:r w:rsidR="0026468B">
        <w:rPr>
          <w:sz w:val="24"/>
          <w:szCs w:val="24"/>
        </w:rPr>
        <w:t>1</w:t>
      </w:r>
      <w:r w:rsidR="0055242D">
        <w:rPr>
          <w:sz w:val="24"/>
          <w:szCs w:val="24"/>
        </w:rPr>
        <w:t>20</w:t>
      </w:r>
      <w:r>
        <w:rPr>
          <w:sz w:val="24"/>
          <w:szCs w:val="24"/>
        </w:rPr>
        <w:t>-C-01</w:t>
      </w:r>
      <w:r>
        <w:rPr>
          <w:sz w:val="24"/>
          <w:szCs w:val="24"/>
        </w:rPr>
        <w:tab/>
        <w:t>Situace – Katastrální mapa 1:1000</w:t>
      </w:r>
    </w:p>
    <w:p w14:paraId="16F57926" w14:textId="77777777" w:rsidR="00282CA2" w:rsidRDefault="00282CA2" w:rsidP="00282CA2">
      <w:pPr>
        <w:tabs>
          <w:tab w:val="left" w:pos="284"/>
          <w:tab w:val="left" w:pos="567"/>
        </w:tabs>
        <w:spacing w:line="300" w:lineRule="atLeast"/>
        <w:rPr>
          <w:sz w:val="24"/>
          <w:szCs w:val="24"/>
        </w:rPr>
      </w:pPr>
      <w:r>
        <w:rPr>
          <w:sz w:val="24"/>
          <w:szCs w:val="24"/>
        </w:rPr>
        <w:t>D1.3 Požárně bezpečnostní řešení</w:t>
      </w:r>
    </w:p>
    <w:p w14:paraId="62356751" w14:textId="77777777" w:rsidR="00282CA2" w:rsidRDefault="00282CA2" w:rsidP="00282CA2">
      <w:pPr>
        <w:tabs>
          <w:tab w:val="left" w:pos="284"/>
          <w:tab w:val="left" w:pos="567"/>
        </w:tabs>
        <w:spacing w:line="300" w:lineRule="atLeast"/>
        <w:rPr>
          <w:sz w:val="24"/>
          <w:szCs w:val="24"/>
        </w:rPr>
      </w:pPr>
      <w:r>
        <w:rPr>
          <w:sz w:val="24"/>
          <w:szCs w:val="24"/>
        </w:rPr>
        <w:t>D.1.4.2 - Plynová odběrná zařízení</w:t>
      </w:r>
    </w:p>
    <w:p w14:paraId="35C97754" w14:textId="77777777" w:rsidR="00282CA2" w:rsidRDefault="00282CA2" w:rsidP="00282CA2">
      <w:pPr>
        <w:tabs>
          <w:tab w:val="left" w:pos="284"/>
          <w:tab w:val="left" w:pos="567"/>
        </w:tabs>
        <w:spacing w:line="300" w:lineRule="atLeast"/>
        <w:rPr>
          <w:sz w:val="24"/>
          <w:szCs w:val="24"/>
        </w:rPr>
      </w:pPr>
      <w:r>
        <w:rPr>
          <w:sz w:val="24"/>
          <w:szCs w:val="24"/>
        </w:rPr>
        <w:t>D.1.4.4 - Zařízení pro vytápění staveb</w:t>
      </w:r>
    </w:p>
    <w:p w14:paraId="0CF39062" w14:textId="77777777" w:rsidR="00282CA2" w:rsidRDefault="00282CA2" w:rsidP="00282CA2">
      <w:pPr>
        <w:tabs>
          <w:tab w:val="left" w:pos="284"/>
          <w:tab w:val="left" w:pos="567"/>
        </w:tabs>
        <w:spacing w:line="300" w:lineRule="atLeast"/>
        <w:rPr>
          <w:sz w:val="24"/>
          <w:szCs w:val="24"/>
        </w:rPr>
      </w:pPr>
      <w:r>
        <w:rPr>
          <w:sz w:val="24"/>
          <w:szCs w:val="24"/>
        </w:rPr>
        <w:t>E -   ZOV</w:t>
      </w:r>
    </w:p>
    <w:p w14:paraId="76F6C249" w14:textId="77777777" w:rsidR="00282CA2" w:rsidRDefault="00282CA2" w:rsidP="00282CA2">
      <w:pPr>
        <w:tabs>
          <w:tab w:val="left" w:pos="284"/>
          <w:tab w:val="left" w:pos="567"/>
        </w:tabs>
        <w:spacing w:line="300" w:lineRule="atLeast"/>
        <w:rPr>
          <w:sz w:val="24"/>
          <w:szCs w:val="24"/>
        </w:rPr>
      </w:pPr>
      <w:r>
        <w:rPr>
          <w:sz w:val="24"/>
          <w:szCs w:val="24"/>
        </w:rPr>
        <w:t>F – Souhrnný rozpočet</w:t>
      </w:r>
    </w:p>
    <w:p w14:paraId="79E03B7A" w14:textId="2A56B8B9" w:rsidR="008A6253" w:rsidRDefault="008A6253" w:rsidP="00CF411B">
      <w:pPr>
        <w:tabs>
          <w:tab w:val="left" w:pos="284"/>
          <w:tab w:val="left" w:pos="567"/>
        </w:tabs>
        <w:spacing w:line="300" w:lineRule="atLeast"/>
        <w:rPr>
          <w:sz w:val="24"/>
          <w:szCs w:val="24"/>
        </w:rPr>
      </w:pPr>
    </w:p>
    <w:p w14:paraId="5BF95F5B" w14:textId="77777777" w:rsidR="008A6253" w:rsidRDefault="008A6253" w:rsidP="00CF411B">
      <w:pPr>
        <w:tabs>
          <w:tab w:val="left" w:pos="284"/>
          <w:tab w:val="left" w:pos="567"/>
        </w:tabs>
        <w:spacing w:line="300" w:lineRule="atLeast"/>
        <w:rPr>
          <w:sz w:val="24"/>
          <w:szCs w:val="24"/>
        </w:rPr>
      </w:pPr>
    </w:p>
    <w:p w14:paraId="308C8CC4" w14:textId="6C646BA9" w:rsidR="0057729C" w:rsidRDefault="001F23E1" w:rsidP="00A44D00">
      <w:pPr>
        <w:tabs>
          <w:tab w:val="left" w:pos="284"/>
          <w:tab w:val="left" w:pos="567"/>
        </w:tabs>
        <w:spacing w:line="300" w:lineRule="atLeast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57729C">
      <w:footerReference w:type="even" r:id="rId8"/>
      <w:pgSz w:w="11907" w:h="16840"/>
      <w:pgMar w:top="1418" w:right="1418" w:bottom="851" w:left="1418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D3E8F" w14:textId="77777777" w:rsidR="00D93F98" w:rsidRDefault="00D93F98">
      <w:r>
        <w:separator/>
      </w:r>
    </w:p>
  </w:endnote>
  <w:endnote w:type="continuationSeparator" w:id="0">
    <w:p w14:paraId="4389A3A8" w14:textId="77777777" w:rsidR="00D93F98" w:rsidRDefault="00D93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B9C7F" w14:textId="77777777" w:rsidR="00BB51CE" w:rsidRDefault="00BB51C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0D8B9C80" w14:textId="77777777" w:rsidR="00BB51CE" w:rsidRDefault="00BB51C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2222C" w14:textId="77777777" w:rsidR="00D93F98" w:rsidRDefault="00D93F98">
      <w:r>
        <w:separator/>
      </w:r>
    </w:p>
  </w:footnote>
  <w:footnote w:type="continuationSeparator" w:id="0">
    <w:p w14:paraId="572C7B05" w14:textId="77777777" w:rsidR="00D93F98" w:rsidRDefault="00D93F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7B1A"/>
    <w:multiLevelType w:val="singleLevel"/>
    <w:tmpl w:val="AB2A192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D6A5DEC"/>
    <w:multiLevelType w:val="hybridMultilevel"/>
    <w:tmpl w:val="BD142430"/>
    <w:lvl w:ilvl="0" w:tplc="34CAB3E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44275AAE"/>
    <w:multiLevelType w:val="hybridMultilevel"/>
    <w:tmpl w:val="3EE8B61A"/>
    <w:lvl w:ilvl="0" w:tplc="6570FD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374A81"/>
    <w:multiLevelType w:val="multilevel"/>
    <w:tmpl w:val="DDEEA67A"/>
    <w:lvl w:ilvl="0">
      <w:start w:val="918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2"/>
      <w:numFmt w:val="decimalZero"/>
      <w:lvlText w:val="%1-%2"/>
      <w:lvlJc w:val="left"/>
      <w:pPr>
        <w:tabs>
          <w:tab w:val="num" w:pos="3975"/>
        </w:tabs>
        <w:ind w:left="3975" w:hanging="21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820"/>
        </w:tabs>
        <w:ind w:left="5820" w:hanging="21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665"/>
        </w:tabs>
        <w:ind w:left="7665" w:hanging="213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510"/>
        </w:tabs>
        <w:ind w:left="9510" w:hanging="213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355"/>
        </w:tabs>
        <w:ind w:left="11355" w:hanging="213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200"/>
        </w:tabs>
        <w:ind w:left="13200" w:hanging="213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045"/>
        </w:tabs>
        <w:ind w:left="15045" w:hanging="213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890"/>
        </w:tabs>
        <w:ind w:left="16890" w:hanging="2130"/>
      </w:pPr>
      <w:rPr>
        <w:rFonts w:hint="default"/>
      </w:rPr>
    </w:lvl>
  </w:abstractNum>
  <w:abstractNum w:abstractNumId="4" w15:restartNumberingAfterBreak="0">
    <w:nsid w:val="78CB63A5"/>
    <w:multiLevelType w:val="hybridMultilevel"/>
    <w:tmpl w:val="166C9B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956E3D"/>
    <w:multiLevelType w:val="hybridMultilevel"/>
    <w:tmpl w:val="DF1AA746"/>
    <w:lvl w:ilvl="0" w:tplc="F9E0AD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37645670">
    <w:abstractNumId w:val="0"/>
  </w:num>
  <w:num w:numId="2" w16cid:durableId="1037850181">
    <w:abstractNumId w:val="3"/>
  </w:num>
  <w:num w:numId="3" w16cid:durableId="1195729149">
    <w:abstractNumId w:val="1"/>
  </w:num>
  <w:num w:numId="4" w16cid:durableId="274363710">
    <w:abstractNumId w:val="5"/>
  </w:num>
  <w:num w:numId="5" w16cid:durableId="123230306">
    <w:abstractNumId w:val="2"/>
  </w:num>
  <w:num w:numId="6" w16cid:durableId="208283158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26335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F5E"/>
    <w:rsid w:val="00004F5E"/>
    <w:rsid w:val="000219D1"/>
    <w:rsid w:val="00022EAC"/>
    <w:rsid w:val="00083EC7"/>
    <w:rsid w:val="000A500E"/>
    <w:rsid w:val="000A7F4E"/>
    <w:rsid w:val="000B75F8"/>
    <w:rsid w:val="000C55C6"/>
    <w:rsid w:val="000D23C2"/>
    <w:rsid w:val="000E16B4"/>
    <w:rsid w:val="0010026D"/>
    <w:rsid w:val="00111CCD"/>
    <w:rsid w:val="0015425D"/>
    <w:rsid w:val="001769D4"/>
    <w:rsid w:val="00195F95"/>
    <w:rsid w:val="001B0C6A"/>
    <w:rsid w:val="001B27AA"/>
    <w:rsid w:val="001B43C8"/>
    <w:rsid w:val="001B5E4D"/>
    <w:rsid w:val="001D65B4"/>
    <w:rsid w:val="001F23E1"/>
    <w:rsid w:val="00212F04"/>
    <w:rsid w:val="002226B4"/>
    <w:rsid w:val="0026468B"/>
    <w:rsid w:val="00282CA2"/>
    <w:rsid w:val="00295B28"/>
    <w:rsid w:val="002969A2"/>
    <w:rsid w:val="002B48B5"/>
    <w:rsid w:val="002C16F3"/>
    <w:rsid w:val="002E56AD"/>
    <w:rsid w:val="002F0CA2"/>
    <w:rsid w:val="002F5315"/>
    <w:rsid w:val="002F5D79"/>
    <w:rsid w:val="00307436"/>
    <w:rsid w:val="00316ED5"/>
    <w:rsid w:val="00327168"/>
    <w:rsid w:val="00334A2C"/>
    <w:rsid w:val="00351F91"/>
    <w:rsid w:val="00396024"/>
    <w:rsid w:val="003A4E2D"/>
    <w:rsid w:val="003B2317"/>
    <w:rsid w:val="003C0D71"/>
    <w:rsid w:val="003F2B20"/>
    <w:rsid w:val="003F4B9F"/>
    <w:rsid w:val="00400E8F"/>
    <w:rsid w:val="00402D0F"/>
    <w:rsid w:val="00403422"/>
    <w:rsid w:val="0040754B"/>
    <w:rsid w:val="00423A95"/>
    <w:rsid w:val="00434305"/>
    <w:rsid w:val="0043489F"/>
    <w:rsid w:val="0043493C"/>
    <w:rsid w:val="00443085"/>
    <w:rsid w:val="00445C60"/>
    <w:rsid w:val="004506CB"/>
    <w:rsid w:val="00451507"/>
    <w:rsid w:val="00460ED6"/>
    <w:rsid w:val="004617F8"/>
    <w:rsid w:val="00487226"/>
    <w:rsid w:val="00490EAD"/>
    <w:rsid w:val="004A2E5C"/>
    <w:rsid w:val="004A4343"/>
    <w:rsid w:val="004A6A6B"/>
    <w:rsid w:val="004B5CCC"/>
    <w:rsid w:val="004C4358"/>
    <w:rsid w:val="004D19A7"/>
    <w:rsid w:val="004D45B1"/>
    <w:rsid w:val="004D4B18"/>
    <w:rsid w:val="004D51B8"/>
    <w:rsid w:val="004E151E"/>
    <w:rsid w:val="004F0E38"/>
    <w:rsid w:val="005141FD"/>
    <w:rsid w:val="0051527B"/>
    <w:rsid w:val="00521F84"/>
    <w:rsid w:val="00524047"/>
    <w:rsid w:val="0053390D"/>
    <w:rsid w:val="00543E1F"/>
    <w:rsid w:val="00547CDC"/>
    <w:rsid w:val="0055242D"/>
    <w:rsid w:val="00560BB1"/>
    <w:rsid w:val="0057729C"/>
    <w:rsid w:val="005825B4"/>
    <w:rsid w:val="005A174C"/>
    <w:rsid w:val="005C7C65"/>
    <w:rsid w:val="005E3E2D"/>
    <w:rsid w:val="005E5D80"/>
    <w:rsid w:val="0061578E"/>
    <w:rsid w:val="00620B20"/>
    <w:rsid w:val="006651C7"/>
    <w:rsid w:val="00665F71"/>
    <w:rsid w:val="006857D6"/>
    <w:rsid w:val="0069034B"/>
    <w:rsid w:val="00695D34"/>
    <w:rsid w:val="006C0D4E"/>
    <w:rsid w:val="006C4696"/>
    <w:rsid w:val="007101E6"/>
    <w:rsid w:val="00714424"/>
    <w:rsid w:val="00726A50"/>
    <w:rsid w:val="00735E31"/>
    <w:rsid w:val="00742D37"/>
    <w:rsid w:val="00747DA3"/>
    <w:rsid w:val="00754C2D"/>
    <w:rsid w:val="00756711"/>
    <w:rsid w:val="00772A42"/>
    <w:rsid w:val="00786A31"/>
    <w:rsid w:val="00794E13"/>
    <w:rsid w:val="007C4F09"/>
    <w:rsid w:val="007D35E8"/>
    <w:rsid w:val="007D4C53"/>
    <w:rsid w:val="007E3958"/>
    <w:rsid w:val="007F0C27"/>
    <w:rsid w:val="007F6246"/>
    <w:rsid w:val="00806B34"/>
    <w:rsid w:val="0081011E"/>
    <w:rsid w:val="0081784F"/>
    <w:rsid w:val="00833B8C"/>
    <w:rsid w:val="008348C5"/>
    <w:rsid w:val="0085034A"/>
    <w:rsid w:val="00855F0E"/>
    <w:rsid w:val="008620D6"/>
    <w:rsid w:val="00882BE9"/>
    <w:rsid w:val="00897DAB"/>
    <w:rsid w:val="008A2D8F"/>
    <w:rsid w:val="008A6253"/>
    <w:rsid w:val="008B4AD8"/>
    <w:rsid w:val="008C05B7"/>
    <w:rsid w:val="008C3607"/>
    <w:rsid w:val="008D487A"/>
    <w:rsid w:val="008E2F0A"/>
    <w:rsid w:val="00910FA2"/>
    <w:rsid w:val="00930EAD"/>
    <w:rsid w:val="00932F15"/>
    <w:rsid w:val="00937548"/>
    <w:rsid w:val="00944F2C"/>
    <w:rsid w:val="00947DF0"/>
    <w:rsid w:val="00954975"/>
    <w:rsid w:val="00964364"/>
    <w:rsid w:val="00965225"/>
    <w:rsid w:val="0096782E"/>
    <w:rsid w:val="00977B35"/>
    <w:rsid w:val="009840C9"/>
    <w:rsid w:val="00992107"/>
    <w:rsid w:val="00995019"/>
    <w:rsid w:val="00996D1A"/>
    <w:rsid w:val="009A5696"/>
    <w:rsid w:val="009B0042"/>
    <w:rsid w:val="009D1D10"/>
    <w:rsid w:val="009D3456"/>
    <w:rsid w:val="009D6277"/>
    <w:rsid w:val="009D6566"/>
    <w:rsid w:val="009E36EC"/>
    <w:rsid w:val="009E4AEC"/>
    <w:rsid w:val="009F7934"/>
    <w:rsid w:val="00A07C6D"/>
    <w:rsid w:val="00A139EE"/>
    <w:rsid w:val="00A15BEA"/>
    <w:rsid w:val="00A44D00"/>
    <w:rsid w:val="00A67E6A"/>
    <w:rsid w:val="00A77558"/>
    <w:rsid w:val="00A83DC9"/>
    <w:rsid w:val="00AA6403"/>
    <w:rsid w:val="00AB11BC"/>
    <w:rsid w:val="00AD6819"/>
    <w:rsid w:val="00AE2621"/>
    <w:rsid w:val="00AE4CFA"/>
    <w:rsid w:val="00AF5A95"/>
    <w:rsid w:val="00B12B1C"/>
    <w:rsid w:val="00B350D4"/>
    <w:rsid w:val="00B401D0"/>
    <w:rsid w:val="00B40CCA"/>
    <w:rsid w:val="00B54D35"/>
    <w:rsid w:val="00B76FA4"/>
    <w:rsid w:val="00BB51CE"/>
    <w:rsid w:val="00BC78C0"/>
    <w:rsid w:val="00BD5195"/>
    <w:rsid w:val="00BF2684"/>
    <w:rsid w:val="00C24523"/>
    <w:rsid w:val="00C471FB"/>
    <w:rsid w:val="00C52823"/>
    <w:rsid w:val="00C550F2"/>
    <w:rsid w:val="00C613AF"/>
    <w:rsid w:val="00C67B3D"/>
    <w:rsid w:val="00C75D5C"/>
    <w:rsid w:val="00C86F4A"/>
    <w:rsid w:val="00C908E5"/>
    <w:rsid w:val="00C910C6"/>
    <w:rsid w:val="00CD1B53"/>
    <w:rsid w:val="00CF411B"/>
    <w:rsid w:val="00CF7B19"/>
    <w:rsid w:val="00D02FC7"/>
    <w:rsid w:val="00D3548B"/>
    <w:rsid w:val="00D43E07"/>
    <w:rsid w:val="00D47F38"/>
    <w:rsid w:val="00D50863"/>
    <w:rsid w:val="00D65DC4"/>
    <w:rsid w:val="00D706BF"/>
    <w:rsid w:val="00D842B5"/>
    <w:rsid w:val="00D85EF3"/>
    <w:rsid w:val="00D93F98"/>
    <w:rsid w:val="00DA53D4"/>
    <w:rsid w:val="00DB6DC4"/>
    <w:rsid w:val="00DE6159"/>
    <w:rsid w:val="00E05661"/>
    <w:rsid w:val="00E13A1E"/>
    <w:rsid w:val="00E14FE1"/>
    <w:rsid w:val="00E55116"/>
    <w:rsid w:val="00EA2A67"/>
    <w:rsid w:val="00EA5B39"/>
    <w:rsid w:val="00EA75FD"/>
    <w:rsid w:val="00EE0612"/>
    <w:rsid w:val="00EE3119"/>
    <w:rsid w:val="00EF0383"/>
    <w:rsid w:val="00EF40E2"/>
    <w:rsid w:val="00F00DC0"/>
    <w:rsid w:val="00F0686E"/>
    <w:rsid w:val="00F30601"/>
    <w:rsid w:val="00F3534C"/>
    <w:rsid w:val="00F46496"/>
    <w:rsid w:val="00F475CE"/>
    <w:rsid w:val="00F572B5"/>
    <w:rsid w:val="00F64832"/>
    <w:rsid w:val="00F740FD"/>
    <w:rsid w:val="00F86E43"/>
    <w:rsid w:val="00F9605E"/>
    <w:rsid w:val="00FB2B29"/>
    <w:rsid w:val="00FC3954"/>
    <w:rsid w:val="00FC52DA"/>
    <w:rsid w:val="00FD1999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8B9C27"/>
  <w15:chartTrackingRefBased/>
  <w15:docId w15:val="{EC8FFC2E-5543-4D34-93B6-6951A0F5F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782E"/>
  </w:style>
  <w:style w:type="paragraph" w:styleId="Nadpis1">
    <w:name w:val="heading 1"/>
    <w:basedOn w:val="Normln"/>
    <w:next w:val="Normln"/>
    <w:qFormat/>
    <w:pPr>
      <w:keepNext/>
      <w:tabs>
        <w:tab w:val="left" w:pos="141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left" w:pos="1418"/>
      </w:tabs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pPr>
      <w:keepNext/>
      <w:tabs>
        <w:tab w:val="left" w:pos="1418"/>
      </w:tabs>
      <w:jc w:val="center"/>
      <w:outlineLvl w:val="2"/>
    </w:pPr>
    <w:rPr>
      <w:b/>
      <w:smallCaps/>
      <w:sz w:val="32"/>
    </w:rPr>
  </w:style>
  <w:style w:type="paragraph" w:styleId="Nadpis4">
    <w:name w:val="heading 4"/>
    <w:basedOn w:val="Normln"/>
    <w:next w:val="Normln"/>
    <w:qFormat/>
    <w:pPr>
      <w:keepNext/>
      <w:tabs>
        <w:tab w:val="left" w:pos="1985"/>
      </w:tabs>
      <w:spacing w:line="360" w:lineRule="auto"/>
      <w:jc w:val="both"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tabs>
        <w:tab w:val="left" w:pos="851"/>
        <w:tab w:val="left" w:pos="2552"/>
      </w:tabs>
      <w:spacing w:line="360" w:lineRule="auto"/>
      <w:jc w:val="both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tabs>
        <w:tab w:val="left" w:pos="1985"/>
      </w:tabs>
      <w:spacing w:line="360" w:lineRule="auto"/>
      <w:ind w:firstLine="567"/>
    </w:pPr>
    <w:rPr>
      <w:sz w:val="24"/>
    </w:rPr>
  </w:style>
  <w:style w:type="paragraph" w:styleId="Zkladntextodsazen2">
    <w:name w:val="Body Text Indent 2"/>
    <w:basedOn w:val="Normln"/>
    <w:pPr>
      <w:tabs>
        <w:tab w:val="left" w:pos="1985"/>
      </w:tabs>
      <w:spacing w:line="360" w:lineRule="auto"/>
      <w:ind w:firstLine="567"/>
      <w:jc w:val="both"/>
    </w:pPr>
    <w:rPr>
      <w:sz w:val="24"/>
    </w:rPr>
  </w:style>
  <w:style w:type="paragraph" w:styleId="Zkladntextodsazen3">
    <w:name w:val="Body Text Indent 3"/>
    <w:basedOn w:val="Normln"/>
    <w:pPr>
      <w:tabs>
        <w:tab w:val="left" w:pos="851"/>
        <w:tab w:val="left" w:pos="1134"/>
        <w:tab w:val="left" w:pos="1985"/>
      </w:tabs>
      <w:spacing w:line="360" w:lineRule="auto"/>
      <w:ind w:left="1134" w:hanging="567"/>
      <w:jc w:val="both"/>
    </w:pPr>
    <w:rPr>
      <w:sz w:val="24"/>
    </w:rPr>
  </w:style>
  <w:style w:type="paragraph" w:styleId="Zkladntext">
    <w:name w:val="Body Text"/>
    <w:basedOn w:val="Normln"/>
    <w:pPr>
      <w:tabs>
        <w:tab w:val="left" w:pos="2552"/>
      </w:tabs>
      <w:spacing w:line="360" w:lineRule="auto"/>
      <w:jc w:val="both"/>
    </w:pPr>
    <w:rPr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C16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352;ablony\Projekty%20CZ%20Teplo\tituln&#237;%20list%20projektu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titulní list projektu.dot</Template>
  <TotalTime>3356</TotalTime>
  <Pages>2</Pages>
  <Words>192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strana - projekt, TZ ...</vt:lpstr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strana - projekt, TZ ...</dc:title>
  <dc:subject/>
  <dc:creator>Václav Remuta</dc:creator>
  <cp:keywords/>
  <cp:lastModifiedBy>Petr Wagner</cp:lastModifiedBy>
  <cp:revision>56</cp:revision>
  <cp:lastPrinted>2018-04-26T05:58:00Z</cp:lastPrinted>
  <dcterms:created xsi:type="dcterms:W3CDTF">2016-12-23T13:39:00Z</dcterms:created>
  <dcterms:modified xsi:type="dcterms:W3CDTF">2025-09-22T08:00:00Z</dcterms:modified>
</cp:coreProperties>
</file>